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121FCF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75018FFB" w14:textId="77777777" w:rsidR="00872F1F" w:rsidRPr="00535E9B" w:rsidRDefault="00872F1F" w:rsidP="00174FDF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EA4C8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EA4C87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EA4C87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4C87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3E92049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C41F69" w:rsidRPr="00C41F69">
        <w:rPr>
          <w:rFonts w:cstheme="minorHAnsi"/>
          <w:bCs/>
          <w:i/>
          <w:color w:val="002060"/>
          <w:u w:val="single"/>
        </w:rPr>
        <w:t>Wykonanie dokumentacji projektowej i robót budowlanych w branży elektroenergetycznej na terenie działania OŁD w RE Tomaszów Mazowiecki i RE Sieradz w podziale na 4 części</w:t>
      </w:r>
      <w:r w:rsidRPr="00CC7E12">
        <w:rPr>
          <w:rFonts w:cstheme="minorHAnsi"/>
        </w:rPr>
        <w:t>,</w:t>
      </w:r>
      <w:r w:rsidR="00085D08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nr </w:t>
      </w:r>
      <w:r w:rsidR="00EA4C87" w:rsidRPr="00EA4C87">
        <w:rPr>
          <w:rFonts w:cstheme="minorHAnsi"/>
          <w:b/>
        </w:rPr>
        <w:t>POST/DYS/OLD/GZ/00</w:t>
      </w:r>
      <w:r w:rsidR="00323B1A">
        <w:rPr>
          <w:rFonts w:cstheme="minorHAnsi"/>
          <w:b/>
        </w:rPr>
        <w:t>144</w:t>
      </w:r>
      <w:r w:rsidR="00EA4C87" w:rsidRPr="00EA4C87">
        <w:rPr>
          <w:rFonts w:cstheme="minorHAnsi"/>
          <w:b/>
        </w:rPr>
        <w:t>/2026</w:t>
      </w:r>
      <w:r w:rsidRPr="00CC7E12">
        <w:rPr>
          <w:rFonts w:cstheme="minorHAnsi"/>
        </w:rPr>
        <w:t>,</w:t>
      </w:r>
      <w:r w:rsidR="003305C3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6D5DDBB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0E3AC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4C3251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0E3AC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0D73D2B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0E3AC5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5AB769D3" w:rsidR="00CC7E12" w:rsidRDefault="00CC7E12" w:rsidP="00F2087D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F5B4867" w14:textId="77777777" w:rsidR="00F2087D" w:rsidRPr="00F2087D" w:rsidRDefault="00F2087D" w:rsidP="00F2087D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6BE7080" w:rsidR="00347E8D" w:rsidRPr="006B2C28" w:rsidRDefault="00EA4C8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A4C8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POST/DYS/OLD/GZ/00</w:t>
          </w:r>
          <w:r w:rsidR="00323B1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144</w:t>
          </w:r>
          <w:r w:rsidRPr="00EA4C8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09B4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D0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0E3AC5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FDF"/>
    <w:rsid w:val="00175F4C"/>
    <w:rsid w:val="00185AAB"/>
    <w:rsid w:val="00192A23"/>
    <w:rsid w:val="001974F6"/>
    <w:rsid w:val="001A4996"/>
    <w:rsid w:val="001B0061"/>
    <w:rsid w:val="001B5458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052C"/>
    <w:rsid w:val="002229D8"/>
    <w:rsid w:val="00224257"/>
    <w:rsid w:val="00224BEA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3B1A"/>
    <w:rsid w:val="003305C3"/>
    <w:rsid w:val="00347E8D"/>
    <w:rsid w:val="00350B80"/>
    <w:rsid w:val="00362C4E"/>
    <w:rsid w:val="00366FFB"/>
    <w:rsid w:val="00367325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716"/>
    <w:rsid w:val="003D41B4"/>
    <w:rsid w:val="003D4FEB"/>
    <w:rsid w:val="003D6C11"/>
    <w:rsid w:val="003E050D"/>
    <w:rsid w:val="003E3958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2170"/>
    <w:rsid w:val="00535E9B"/>
    <w:rsid w:val="00541E6E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065"/>
    <w:rsid w:val="007C6687"/>
    <w:rsid w:val="007C67FA"/>
    <w:rsid w:val="007D0675"/>
    <w:rsid w:val="007D1209"/>
    <w:rsid w:val="00812E3F"/>
    <w:rsid w:val="008130D5"/>
    <w:rsid w:val="0081735D"/>
    <w:rsid w:val="008217CE"/>
    <w:rsid w:val="00826229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782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6635D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113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1F69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6919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73A6"/>
    <w:rsid w:val="00E12F47"/>
    <w:rsid w:val="00E16545"/>
    <w:rsid w:val="00E2123D"/>
    <w:rsid w:val="00E26EE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C8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87D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0B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POST/DYS/OLD/GZ/00144/2026                        </dmsv2SWPP2ObjectNumber>
    <dmsv2SWPP2SumMD5 xmlns="http://schemas.microsoft.com/sharepoint/v3">5c8399650c9b522a1b1fe9604e5ccda5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24158159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JEUP5JKVCYQC-1092029480-20968</_dlc_DocId>
    <_dlc_DocIdUrl xmlns="a19cb1c7-c5c7-46d4-85ae-d83685407bba">
      <Url>https://swpp2.dms.gkpge.pl/sites/41/_layouts/15/DocIdRedir.aspx?ID=JEUP5JKVCYQC-1092029480-20968</Url>
      <Description>JEUP5JKVCYQC-1092029480-20968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24AC6-A1CD-4EBD-B2AB-31405571DA09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EE5D2E-F53E-4C42-88E8-EDA1B724070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13</cp:revision>
  <cp:lastPrinted>2024-07-15T11:21:00Z</cp:lastPrinted>
  <dcterms:created xsi:type="dcterms:W3CDTF">2025-11-25T07:33:00Z</dcterms:created>
  <dcterms:modified xsi:type="dcterms:W3CDTF">2026-01-20T11:09:00Z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426660b0-2189-4925-894b-4344a8dd6edb</vt:lpwstr>
  </property>
</Properties>
</file>